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11" w:rsidRPr="00C14C46" w:rsidRDefault="00BF5411" w:rsidP="00C14C46">
      <w:pPr>
        <w:jc w:val="center"/>
        <w:rPr>
          <w:lang w:val="kk-KZ"/>
        </w:rPr>
      </w:pPr>
      <w:r w:rsidRPr="00C14C46">
        <w:rPr>
          <w:rFonts w:ascii="Times New Roman" w:hAnsi="Times New Roman"/>
          <w:sz w:val="28"/>
          <w:szCs w:val="28"/>
        </w:rPr>
        <w:t xml:space="preserve">«ДЮЙМОВОЧКА» </w:t>
      </w:r>
      <w:r>
        <w:rPr>
          <w:rFonts w:ascii="Times New Roman" w:hAnsi="Times New Roman"/>
          <w:sz w:val="28"/>
          <w:szCs w:val="28"/>
          <w:lang w:val="kk-KZ"/>
        </w:rPr>
        <w:t>балабақшасы</w:t>
      </w:r>
    </w:p>
    <w:p w:rsidR="00BF5411" w:rsidRDefault="00BF5411" w:rsidP="00C14C46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C14C46">
        <w:rPr>
          <w:rFonts w:ascii="Times New Roman" w:hAnsi="Times New Roman"/>
          <w:sz w:val="28"/>
          <w:szCs w:val="28"/>
        </w:rPr>
        <w:t>Детский сад «ДЮЙМОВОЧКА»</w:t>
      </w:r>
    </w:p>
    <w:p w:rsidR="00BF5411" w:rsidRDefault="00BF5411" w:rsidP="00C14C46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Pr="00C14C46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  <w:r w:rsidRPr="00C14C46">
        <w:rPr>
          <w:rFonts w:ascii="Times New Roman" w:hAnsi="Times New Roman"/>
          <w:b/>
          <w:sz w:val="44"/>
          <w:szCs w:val="44"/>
          <w:lang w:val="kk-KZ"/>
        </w:rPr>
        <w:t xml:space="preserve">Занятие по самопознанию </w:t>
      </w: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  <w:r w:rsidRPr="00C14C46">
        <w:rPr>
          <w:rFonts w:ascii="Times New Roman" w:hAnsi="Times New Roman"/>
          <w:b/>
          <w:sz w:val="44"/>
          <w:szCs w:val="44"/>
          <w:lang w:val="kk-KZ"/>
        </w:rPr>
        <w:t>«Спешите делать добро»</w:t>
      </w: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</w:t>
      </w:r>
    </w:p>
    <w:p w:rsidR="00BF5411" w:rsidRPr="00C14C46" w:rsidRDefault="00BF5411" w:rsidP="00C14C4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Тәрбиеші: Кушербаева Б.Г.</w:t>
      </w: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jc w:val="center"/>
        <w:rPr>
          <w:rFonts w:ascii="Times New Roman" w:hAnsi="Times New Roman"/>
          <w:b/>
          <w:sz w:val="44"/>
          <w:szCs w:val="44"/>
          <w:lang w:val="kk-KZ"/>
        </w:rPr>
      </w:pPr>
    </w:p>
    <w:p w:rsidR="00BF5411" w:rsidRDefault="00BF5411" w:rsidP="00C14C46">
      <w:pPr>
        <w:pStyle w:val="NoSpacing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C14C46">
      <w:pPr>
        <w:pStyle w:val="NoSpacing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F5411" w:rsidRPr="00C14C46" w:rsidRDefault="00BF5411" w:rsidP="00C14C46">
      <w:pPr>
        <w:pStyle w:val="NoSpacing"/>
        <w:jc w:val="center"/>
        <w:rPr>
          <w:rFonts w:ascii="Times New Roman" w:hAnsi="Times New Roman"/>
          <w:sz w:val="28"/>
          <w:szCs w:val="28"/>
          <w:lang w:val="kk-KZ"/>
        </w:rPr>
      </w:pPr>
      <w:r w:rsidRPr="00C14C46">
        <w:rPr>
          <w:rFonts w:ascii="Times New Roman" w:hAnsi="Times New Roman"/>
          <w:sz w:val="28"/>
          <w:szCs w:val="28"/>
          <w:lang w:val="kk-KZ"/>
        </w:rPr>
        <w:t>Новоишим ауылы</w:t>
      </w:r>
    </w:p>
    <w:p w:rsidR="00BF5411" w:rsidRDefault="00BF5411" w:rsidP="00C14C46">
      <w:pPr>
        <w:pStyle w:val="NoSpacing"/>
        <w:jc w:val="center"/>
        <w:rPr>
          <w:rFonts w:ascii="Times New Roman" w:hAnsi="Times New Roman"/>
          <w:sz w:val="28"/>
          <w:szCs w:val="28"/>
          <w:lang w:val="kk-KZ"/>
        </w:rPr>
      </w:pPr>
      <w:r w:rsidRPr="00C14C46">
        <w:rPr>
          <w:rFonts w:ascii="Times New Roman" w:hAnsi="Times New Roman"/>
          <w:sz w:val="28"/>
          <w:szCs w:val="28"/>
          <w:lang w:val="kk-KZ"/>
        </w:rPr>
        <w:t>2014 жыл</w:t>
      </w:r>
    </w:p>
    <w:p w:rsidR="00BF5411" w:rsidRPr="00CB5959" w:rsidRDefault="00BF5411" w:rsidP="00CB5959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B5959">
        <w:rPr>
          <w:rFonts w:ascii="Times New Roman" w:hAnsi="Times New Roman"/>
          <w:b/>
          <w:sz w:val="28"/>
          <w:szCs w:val="28"/>
          <w:lang w:val="kk-KZ"/>
        </w:rPr>
        <w:t>Занятие по сомопознанию «Спешите делать добро»</w:t>
      </w:r>
    </w:p>
    <w:p w:rsidR="00BF5411" w:rsidRDefault="00BF5411" w:rsidP="00CB5959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BF5411" w:rsidRPr="00CB5959" w:rsidRDefault="00BF5411" w:rsidP="00CB5959">
      <w:pPr>
        <w:pStyle w:val="NoSpacing"/>
        <w:rPr>
          <w:rFonts w:ascii="Times New Roman" w:hAnsi="Times New Roman"/>
          <w:sz w:val="28"/>
          <w:szCs w:val="28"/>
          <w:lang w:val="kk-KZ"/>
        </w:rPr>
      </w:pPr>
    </w:p>
    <w:p w:rsidR="00BF5411" w:rsidRPr="00CB5959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 w:rsidRPr="00CB5959">
        <w:rPr>
          <w:rFonts w:ascii="Times New Roman" w:hAnsi="Times New Roman"/>
          <w:i/>
          <w:sz w:val="28"/>
          <w:szCs w:val="28"/>
          <w:u w:val="single"/>
          <w:lang w:val="kk-KZ"/>
        </w:rPr>
        <w:t>Цель:</w:t>
      </w:r>
      <w:r w:rsidRPr="00CB5959">
        <w:rPr>
          <w:rFonts w:ascii="Times New Roman" w:hAnsi="Times New Roman"/>
          <w:sz w:val="28"/>
          <w:szCs w:val="28"/>
          <w:lang w:val="kk-KZ"/>
        </w:rPr>
        <w:t xml:space="preserve"> Формировать представление о доброте, как важном нравственном качестве человека. Развивать стремление совершать добрые поступки, проявлять доброту в словах и поступках. Воспитывать доброе, чуткое отношение к окружающим.</w:t>
      </w:r>
    </w:p>
    <w:p w:rsidR="00BF5411" w:rsidRPr="00CB5959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5411" w:rsidRPr="00CB5959" w:rsidRDefault="00BF5411" w:rsidP="005757D6">
      <w:pPr>
        <w:pStyle w:val="NoSpacing"/>
        <w:jc w:val="both"/>
        <w:rPr>
          <w:rFonts w:ascii="Times New Roman" w:hAnsi="Times New Roman"/>
          <w:i/>
          <w:sz w:val="28"/>
          <w:szCs w:val="28"/>
          <w:u w:val="single"/>
          <w:lang w:val="kk-KZ"/>
        </w:rPr>
      </w:pPr>
      <w:r w:rsidRPr="00CB5959">
        <w:rPr>
          <w:rFonts w:ascii="Times New Roman" w:hAnsi="Times New Roman"/>
          <w:i/>
          <w:sz w:val="28"/>
          <w:szCs w:val="28"/>
          <w:u w:val="single"/>
          <w:lang w:val="kk-KZ"/>
        </w:rPr>
        <w:t>Ход знятия.</w:t>
      </w:r>
    </w:p>
    <w:p w:rsidR="00BF5411" w:rsidRDefault="00BF5411" w:rsidP="005757D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приглашает детей встать в круг.</w:t>
      </w:r>
    </w:p>
    <w:p w:rsidR="00BF5411" w:rsidRDefault="00BF5411" w:rsidP="005757D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Ребята, я очень рада видеть ваши добрые глаза. Давайте подарим частичку своего хорошего настроения друг другу. Улыбнитесь и протяните ваши ладошки друг другу, возьмитесь за руки.</w:t>
      </w:r>
    </w:p>
    <w:p w:rsidR="00BF5411" w:rsidRPr="00A10698" w:rsidRDefault="00BF5411" w:rsidP="005757D6">
      <w:pPr>
        <w:pStyle w:val="NoSpacing"/>
        <w:ind w:left="1416"/>
        <w:jc w:val="both"/>
        <w:rPr>
          <w:rFonts w:ascii="Times New Roman" w:hAnsi="Times New Roman"/>
          <w:sz w:val="28"/>
          <w:szCs w:val="28"/>
          <w:lang w:val="kk-KZ"/>
        </w:rPr>
      </w:pPr>
      <w:r w:rsidRPr="00A10698">
        <w:rPr>
          <w:rFonts w:ascii="Times New Roman" w:hAnsi="Times New Roman"/>
          <w:sz w:val="28"/>
          <w:szCs w:val="28"/>
          <w:lang w:val="kk-KZ"/>
        </w:rPr>
        <w:t>Лучик. Лучик золотой</w:t>
      </w:r>
    </w:p>
    <w:p w:rsidR="00BF5411" w:rsidRPr="00A10698" w:rsidRDefault="00BF5411" w:rsidP="005757D6">
      <w:pPr>
        <w:pStyle w:val="NoSpacing"/>
        <w:ind w:left="1416"/>
        <w:jc w:val="both"/>
        <w:rPr>
          <w:rFonts w:ascii="Times New Roman" w:hAnsi="Times New Roman"/>
          <w:sz w:val="28"/>
          <w:szCs w:val="28"/>
          <w:lang w:val="kk-KZ"/>
        </w:rPr>
      </w:pPr>
      <w:r w:rsidRPr="00A10698">
        <w:rPr>
          <w:rFonts w:ascii="Times New Roman" w:hAnsi="Times New Roman"/>
          <w:sz w:val="28"/>
          <w:szCs w:val="28"/>
          <w:lang w:val="kk-KZ"/>
        </w:rPr>
        <w:t>Луч везде и луч сомной</w:t>
      </w:r>
    </w:p>
    <w:p w:rsidR="00BF5411" w:rsidRPr="00A10698" w:rsidRDefault="00BF5411" w:rsidP="005757D6">
      <w:pPr>
        <w:pStyle w:val="NoSpacing"/>
        <w:ind w:left="1416"/>
        <w:jc w:val="both"/>
        <w:rPr>
          <w:rFonts w:ascii="Times New Roman" w:hAnsi="Times New Roman"/>
          <w:sz w:val="28"/>
          <w:szCs w:val="28"/>
          <w:lang w:val="kk-KZ"/>
        </w:rPr>
      </w:pPr>
      <w:r w:rsidRPr="00A10698">
        <w:rPr>
          <w:rFonts w:ascii="Times New Roman" w:hAnsi="Times New Roman"/>
          <w:sz w:val="28"/>
          <w:szCs w:val="28"/>
          <w:lang w:val="kk-KZ"/>
        </w:rPr>
        <w:t>Добро в теме, добро во мне</w:t>
      </w:r>
    </w:p>
    <w:p w:rsidR="00BF5411" w:rsidRPr="00A10698" w:rsidRDefault="00BF5411" w:rsidP="005757D6">
      <w:pPr>
        <w:pStyle w:val="NoSpacing"/>
        <w:ind w:left="1416"/>
        <w:jc w:val="both"/>
        <w:rPr>
          <w:rFonts w:ascii="Times New Roman" w:hAnsi="Times New Roman"/>
          <w:sz w:val="28"/>
          <w:szCs w:val="28"/>
          <w:lang w:val="kk-KZ"/>
        </w:rPr>
      </w:pPr>
      <w:r w:rsidRPr="00A10698">
        <w:rPr>
          <w:rFonts w:ascii="Times New Roman" w:hAnsi="Times New Roman"/>
          <w:sz w:val="28"/>
          <w:szCs w:val="28"/>
          <w:lang w:val="kk-KZ"/>
        </w:rPr>
        <w:t>Добро кругом на всей земле.</w:t>
      </w:r>
    </w:p>
    <w:p w:rsidR="00BF5411" w:rsidRDefault="00BF5411" w:rsidP="005757D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приглашает детей сесть удобно.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Воспитататель: Сегодня мы с вами на занятии по самопознанию будем говорить о доброте, о добрых поступках и добрых делах. Если доброта живет на свете, радуются взрослые и дети. </w:t>
      </w:r>
    </w:p>
    <w:p w:rsidR="00BF5411" w:rsidRDefault="00BF5411" w:rsidP="005757D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Как вы думаете, что означает слово «Доброта»? (ответы детей) </w:t>
      </w:r>
    </w:p>
    <w:p w:rsidR="00BF5411" w:rsidRDefault="00BF5411" w:rsidP="005757D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Какого человека можно назвать добрым? (ответы детей)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Вывод: Человек рождается и живет на земле, чтобы делать </w:t>
      </w:r>
      <w:r>
        <w:rPr>
          <w:rFonts w:ascii="Times New Roman" w:hAnsi="Times New Roman"/>
          <w:sz w:val="28"/>
          <w:szCs w:val="28"/>
        </w:rPr>
        <w:t>людям добро. И плохо когда сердце человека злое6 холодное. Зло противоположно добру. Только к доброму, чуткому человеку тянутся окружающие, любят его и уважают. У доброго человека всегда есть верные и надежные друзья.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Чтение: 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читает рассказ В.А. Сухомлинского «Потому что я человек»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Pr="005757D6" w:rsidRDefault="00BF5411" w:rsidP="005757D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757D6">
        <w:rPr>
          <w:rFonts w:ascii="Times New Roman" w:hAnsi="Times New Roman"/>
          <w:b/>
          <w:sz w:val="28"/>
          <w:szCs w:val="28"/>
        </w:rPr>
        <w:t>«Потому что я человек»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Вечерело. По дороге шли два путника – отец и сын, семилетний ребенок. Посреди дороги лежал камень. Отец не заметил камень, споткнулся, ушиб ногу. Ему стало больно. Крехтя, он обошел камень и взяв за руку ребенка пошел дальше. На второй день отец с сыном шли по той же дороге обратно. Отец забыл о камне. Он опять не заметил камень, опять споткнулся и ушиб ногу. На третий день отец и сын снова шли по той же дороге. До камня было еще далеко. Отец сказал сыну: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Смотри внимательно сын, надо обойти камень.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Вот и то место, где отец дважды споткнулся и ушиб ногу. Отец с сыном замедлили шаг, но камня уже не было. На обочине дороги сидел седой старик.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Дедушка, - спросил мальчик, Вы не видели здесь камень?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убрал его с дороги.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 тоже споткнулись и ушибли ногу?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Нет я не споткнулся и не ушиб ногу.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Почему же вы убрали камень?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Потому что я человек.</w:t>
      </w:r>
    </w:p>
    <w:p w:rsidR="00BF5411" w:rsidRPr="005463B8" w:rsidRDefault="00BF5411" w:rsidP="005757D6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 w:rsidRPr="005463B8">
        <w:rPr>
          <w:rFonts w:ascii="Times New Roman" w:hAnsi="Times New Roman"/>
          <w:i/>
          <w:sz w:val="28"/>
          <w:szCs w:val="28"/>
        </w:rPr>
        <w:t>Вопросы.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можно назвать поступок дедушки? (ответы детей)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происходит с человеком, когда он совершает добрые дела?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Ребята на казахском языке</w:t>
      </w:r>
      <w:r>
        <w:rPr>
          <w:rFonts w:ascii="Times New Roman" w:hAnsi="Times New Roman"/>
          <w:sz w:val="28"/>
          <w:szCs w:val="28"/>
          <w:lang w:val="kk-KZ"/>
        </w:rPr>
        <w:t>:</w:t>
      </w:r>
      <w:r>
        <w:rPr>
          <w:rFonts w:ascii="Times New Roman" w:hAnsi="Times New Roman"/>
          <w:sz w:val="28"/>
          <w:szCs w:val="28"/>
        </w:rPr>
        <w:t xml:space="preserve"> доброта – это</w:t>
      </w:r>
      <w:r w:rsidRPr="00546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жақсылық, любовь – махаббат, радость – қуаныш.</w:t>
      </w:r>
    </w:p>
    <w:p w:rsidR="00BF5411" w:rsidRDefault="00BF5411" w:rsidP="005757D6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Делать добро и не хвалиться этим – в этом достоинство человека. «Добрые дела сердце греют» (повторить хором всей группой).</w:t>
      </w:r>
    </w:p>
    <w:p w:rsidR="00BF5411" w:rsidRDefault="00BF5411" w:rsidP="0014744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Как вы понимаете смысл пословицы?</w:t>
      </w:r>
    </w:p>
    <w:p w:rsidR="00BF5411" w:rsidRDefault="00BF5411" w:rsidP="0014744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Ребята, а вас можно назвать добрыми детьми?</w:t>
      </w:r>
    </w:p>
    <w:p w:rsidR="00BF5411" w:rsidRDefault="00BF5411" w:rsidP="0014744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Как вы думаете почему?</w:t>
      </w:r>
    </w:p>
    <w:p w:rsidR="00BF5411" w:rsidRDefault="00BF5411" w:rsidP="0014744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Какие добрве дела вы можете сделать?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Например: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Я могу убирать свои игрушки!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Уступать место в автобусе старшим.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Помогать маме.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Ухаживать за домашними животными.</w:t>
      </w:r>
    </w:p>
    <w:p w:rsidR="00BF5411" w:rsidRDefault="00BF5411" w:rsidP="00147444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F5411" w:rsidRDefault="00BF5411" w:rsidP="007237DD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37DD">
        <w:rPr>
          <w:rFonts w:ascii="Times New Roman" w:hAnsi="Times New Roman"/>
          <w:b/>
          <w:sz w:val="28"/>
          <w:szCs w:val="28"/>
          <w:lang w:val="kk-KZ"/>
        </w:rPr>
        <w:t>Игра «Сундучок добрых дел»</w:t>
      </w:r>
    </w:p>
    <w:p w:rsidR="00BF5411" w:rsidRPr="007237DD" w:rsidRDefault="00BF5411" w:rsidP="007237DD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</w:t>
      </w:r>
      <w:r>
        <w:rPr>
          <w:rFonts w:ascii="Times New Roman" w:hAnsi="Times New Roman"/>
          <w:sz w:val="28"/>
          <w:szCs w:val="28"/>
        </w:rPr>
        <w:t>: Фея любви нам прислала сундучок, но он пустой. Давайте его заполним добрыми словами. Представьте, что каждый цветной камушек – это вежливое слово.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говорят вежливые слова и кладут камушки в сундучок.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Например: (спасибо, здравствуйте, будь здоров, извините, рахмет, не обижайся, пожалуйста, до свидания, прости, добрый день, </w:t>
      </w:r>
      <w:r>
        <w:rPr>
          <w:rFonts w:ascii="Times New Roman" w:hAnsi="Times New Roman"/>
          <w:sz w:val="28"/>
          <w:szCs w:val="28"/>
          <w:lang w:val="kk-KZ"/>
        </w:rPr>
        <w:t>сәлеметсіз бе, сау болыңыз</w:t>
      </w:r>
      <w:r>
        <w:rPr>
          <w:rFonts w:ascii="Times New Roman" w:hAnsi="Times New Roman"/>
          <w:sz w:val="28"/>
          <w:szCs w:val="28"/>
        </w:rPr>
        <w:t>)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Во наш сундучок полон, я думаю что вы очень часто будете говорить эти слова.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Pr="004016FD" w:rsidRDefault="00BF5411" w:rsidP="004016F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4016FD">
        <w:rPr>
          <w:rFonts w:ascii="Times New Roman" w:hAnsi="Times New Roman"/>
          <w:b/>
          <w:sz w:val="28"/>
          <w:szCs w:val="28"/>
        </w:rPr>
        <w:t>Игра «Помоги другу»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Расставлены кубики на полу. Одному ребенку завязывают глаза, а второй должен провести товарища между кубиками так, чтобы он не споткнулся о них.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Вопросы: 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Легко ли было провести друга между кубиками?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чем вы думали когда вели своего друга?  (ответы детей)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Творческая деятельность: «Доброта в моем сердце»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поступки ребят тебе понравились? (расспросы)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 от сердца к сердцу.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Ребята, я сегодня ещё раз убедилась что вы очень добрые дети, и я благодарна вам за это. И желаю вам оставаться всегда такими. 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пожелаем добра нашим гостям, всему миру.</w:t>
      </w:r>
    </w:p>
    <w:p w:rsidR="00BF5411" w:rsidRDefault="00BF5411" w:rsidP="007237D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F5411" w:rsidRPr="00634B1F" w:rsidRDefault="00BF5411" w:rsidP="00634B1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634B1F">
        <w:rPr>
          <w:rFonts w:ascii="Times New Roman" w:hAnsi="Times New Roman"/>
          <w:b/>
          <w:sz w:val="28"/>
          <w:szCs w:val="28"/>
        </w:rPr>
        <w:t>Слова миру и добру</w:t>
      </w:r>
    </w:p>
    <w:p w:rsidR="00BF5411" w:rsidRPr="00634B1F" w:rsidRDefault="00BF5411" w:rsidP="00634B1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634B1F">
        <w:rPr>
          <w:rFonts w:ascii="Times New Roman" w:hAnsi="Times New Roman"/>
          <w:b/>
          <w:sz w:val="28"/>
          <w:szCs w:val="28"/>
        </w:rPr>
        <w:t>Всем я подарю!</w:t>
      </w:r>
    </w:p>
    <w:sectPr w:rsidR="00BF5411" w:rsidRPr="00634B1F" w:rsidSect="00C14C46">
      <w:pgSz w:w="11906" w:h="16838"/>
      <w:pgMar w:top="1134" w:right="1133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B2115"/>
    <w:multiLevelType w:val="hybridMultilevel"/>
    <w:tmpl w:val="F926C800"/>
    <w:lvl w:ilvl="0" w:tplc="C108E2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C46"/>
    <w:rsid w:val="0003034B"/>
    <w:rsid w:val="00045572"/>
    <w:rsid w:val="000556FF"/>
    <w:rsid w:val="00067E3C"/>
    <w:rsid w:val="00076DFB"/>
    <w:rsid w:val="000815E1"/>
    <w:rsid w:val="0008188D"/>
    <w:rsid w:val="00083899"/>
    <w:rsid w:val="0009308E"/>
    <w:rsid w:val="000A7B97"/>
    <w:rsid w:val="000B0C67"/>
    <w:rsid w:val="000B5A9C"/>
    <w:rsid w:val="000C10E6"/>
    <w:rsid w:val="000C2284"/>
    <w:rsid w:val="000C404F"/>
    <w:rsid w:val="000C4662"/>
    <w:rsid w:val="000D1276"/>
    <w:rsid w:val="000E2380"/>
    <w:rsid w:val="000F14B4"/>
    <w:rsid w:val="000F291B"/>
    <w:rsid w:val="001064F7"/>
    <w:rsid w:val="00123DBC"/>
    <w:rsid w:val="00137EA8"/>
    <w:rsid w:val="00140600"/>
    <w:rsid w:val="0014691D"/>
    <w:rsid w:val="00147444"/>
    <w:rsid w:val="001515FB"/>
    <w:rsid w:val="00156D70"/>
    <w:rsid w:val="001642BE"/>
    <w:rsid w:val="001734FF"/>
    <w:rsid w:val="00174FD8"/>
    <w:rsid w:val="001757A0"/>
    <w:rsid w:val="00190B86"/>
    <w:rsid w:val="001955B8"/>
    <w:rsid w:val="001A79BD"/>
    <w:rsid w:val="001C0EB8"/>
    <w:rsid w:val="001E58EC"/>
    <w:rsid w:val="001F19EA"/>
    <w:rsid w:val="001F7FAD"/>
    <w:rsid w:val="00202F6C"/>
    <w:rsid w:val="00205A5A"/>
    <w:rsid w:val="00207130"/>
    <w:rsid w:val="00226FA5"/>
    <w:rsid w:val="00242B92"/>
    <w:rsid w:val="0025484B"/>
    <w:rsid w:val="00264DD4"/>
    <w:rsid w:val="00275B33"/>
    <w:rsid w:val="002840B3"/>
    <w:rsid w:val="002B46B1"/>
    <w:rsid w:val="002B7D73"/>
    <w:rsid w:val="002C662E"/>
    <w:rsid w:val="003004A6"/>
    <w:rsid w:val="00310C5D"/>
    <w:rsid w:val="00315DF8"/>
    <w:rsid w:val="00317D44"/>
    <w:rsid w:val="00320D27"/>
    <w:rsid w:val="003344A9"/>
    <w:rsid w:val="0034678B"/>
    <w:rsid w:val="00347D56"/>
    <w:rsid w:val="003570B2"/>
    <w:rsid w:val="00360225"/>
    <w:rsid w:val="003644D4"/>
    <w:rsid w:val="00374B88"/>
    <w:rsid w:val="00384D39"/>
    <w:rsid w:val="00385589"/>
    <w:rsid w:val="003C1DA9"/>
    <w:rsid w:val="003C377D"/>
    <w:rsid w:val="003C50B4"/>
    <w:rsid w:val="003C7BD7"/>
    <w:rsid w:val="003E2053"/>
    <w:rsid w:val="003E528C"/>
    <w:rsid w:val="003F1B43"/>
    <w:rsid w:val="004016FD"/>
    <w:rsid w:val="00403505"/>
    <w:rsid w:val="00407C95"/>
    <w:rsid w:val="004123EF"/>
    <w:rsid w:val="00462434"/>
    <w:rsid w:val="0046371D"/>
    <w:rsid w:val="0047311E"/>
    <w:rsid w:val="00474F8B"/>
    <w:rsid w:val="0048474E"/>
    <w:rsid w:val="0049007C"/>
    <w:rsid w:val="004932CE"/>
    <w:rsid w:val="004A5467"/>
    <w:rsid w:val="004B044D"/>
    <w:rsid w:val="004B109D"/>
    <w:rsid w:val="004C785E"/>
    <w:rsid w:val="004D202E"/>
    <w:rsid w:val="004E0FFA"/>
    <w:rsid w:val="004E24E1"/>
    <w:rsid w:val="00513140"/>
    <w:rsid w:val="0051420B"/>
    <w:rsid w:val="0052194F"/>
    <w:rsid w:val="005241E7"/>
    <w:rsid w:val="0053418A"/>
    <w:rsid w:val="00534B44"/>
    <w:rsid w:val="00543124"/>
    <w:rsid w:val="005463B8"/>
    <w:rsid w:val="00563D59"/>
    <w:rsid w:val="005728B3"/>
    <w:rsid w:val="005757D6"/>
    <w:rsid w:val="005A2802"/>
    <w:rsid w:val="005A4506"/>
    <w:rsid w:val="005B006F"/>
    <w:rsid w:val="005B1BC6"/>
    <w:rsid w:val="005B2D1F"/>
    <w:rsid w:val="005C237C"/>
    <w:rsid w:val="005C39CA"/>
    <w:rsid w:val="005D1DD2"/>
    <w:rsid w:val="005E3426"/>
    <w:rsid w:val="005E503E"/>
    <w:rsid w:val="005E6FF7"/>
    <w:rsid w:val="005F3DAE"/>
    <w:rsid w:val="00602892"/>
    <w:rsid w:val="00617258"/>
    <w:rsid w:val="006211FC"/>
    <w:rsid w:val="006230EF"/>
    <w:rsid w:val="0063283F"/>
    <w:rsid w:val="00634B1F"/>
    <w:rsid w:val="00646587"/>
    <w:rsid w:val="00655060"/>
    <w:rsid w:val="00656086"/>
    <w:rsid w:val="0067423C"/>
    <w:rsid w:val="006744A2"/>
    <w:rsid w:val="006750C4"/>
    <w:rsid w:val="006769DB"/>
    <w:rsid w:val="00682E26"/>
    <w:rsid w:val="00685E92"/>
    <w:rsid w:val="00691890"/>
    <w:rsid w:val="00693FC4"/>
    <w:rsid w:val="0069537C"/>
    <w:rsid w:val="006B117C"/>
    <w:rsid w:val="006B2B64"/>
    <w:rsid w:val="006B4F0E"/>
    <w:rsid w:val="006C7E23"/>
    <w:rsid w:val="006D3A00"/>
    <w:rsid w:val="006F2132"/>
    <w:rsid w:val="006F52EC"/>
    <w:rsid w:val="006F573C"/>
    <w:rsid w:val="007073C8"/>
    <w:rsid w:val="00714A16"/>
    <w:rsid w:val="007237DD"/>
    <w:rsid w:val="00727BF7"/>
    <w:rsid w:val="00740900"/>
    <w:rsid w:val="00740E4C"/>
    <w:rsid w:val="00743685"/>
    <w:rsid w:val="00744F08"/>
    <w:rsid w:val="00745DF7"/>
    <w:rsid w:val="00780BE4"/>
    <w:rsid w:val="00782730"/>
    <w:rsid w:val="007839CD"/>
    <w:rsid w:val="007854E5"/>
    <w:rsid w:val="007934E2"/>
    <w:rsid w:val="00794133"/>
    <w:rsid w:val="00794EB2"/>
    <w:rsid w:val="00795484"/>
    <w:rsid w:val="00797642"/>
    <w:rsid w:val="007A0917"/>
    <w:rsid w:val="007A1443"/>
    <w:rsid w:val="007A4A76"/>
    <w:rsid w:val="007B6C27"/>
    <w:rsid w:val="007C0F85"/>
    <w:rsid w:val="007C26BF"/>
    <w:rsid w:val="007C5181"/>
    <w:rsid w:val="007C629A"/>
    <w:rsid w:val="007D6397"/>
    <w:rsid w:val="007D6524"/>
    <w:rsid w:val="007F0D7D"/>
    <w:rsid w:val="007F2C81"/>
    <w:rsid w:val="00800829"/>
    <w:rsid w:val="0081025B"/>
    <w:rsid w:val="00841414"/>
    <w:rsid w:val="00847E55"/>
    <w:rsid w:val="00853033"/>
    <w:rsid w:val="00853B01"/>
    <w:rsid w:val="00864B29"/>
    <w:rsid w:val="00870BD3"/>
    <w:rsid w:val="00887BA4"/>
    <w:rsid w:val="008A1A58"/>
    <w:rsid w:val="008A3417"/>
    <w:rsid w:val="008A3CC6"/>
    <w:rsid w:val="008B4211"/>
    <w:rsid w:val="008C18B3"/>
    <w:rsid w:val="008E5680"/>
    <w:rsid w:val="008F5D45"/>
    <w:rsid w:val="009002F5"/>
    <w:rsid w:val="00901E3D"/>
    <w:rsid w:val="00902260"/>
    <w:rsid w:val="00910076"/>
    <w:rsid w:val="00915D5F"/>
    <w:rsid w:val="0091673B"/>
    <w:rsid w:val="00924115"/>
    <w:rsid w:val="00931C9D"/>
    <w:rsid w:val="00937B79"/>
    <w:rsid w:val="009429E4"/>
    <w:rsid w:val="0095568A"/>
    <w:rsid w:val="009572DF"/>
    <w:rsid w:val="009616E8"/>
    <w:rsid w:val="009662C0"/>
    <w:rsid w:val="00980D54"/>
    <w:rsid w:val="009A0F1F"/>
    <w:rsid w:val="009A694A"/>
    <w:rsid w:val="009B2205"/>
    <w:rsid w:val="009D3A51"/>
    <w:rsid w:val="009E7E11"/>
    <w:rsid w:val="009F6AD3"/>
    <w:rsid w:val="00A07D5F"/>
    <w:rsid w:val="00A10698"/>
    <w:rsid w:val="00A13869"/>
    <w:rsid w:val="00A14B88"/>
    <w:rsid w:val="00A21225"/>
    <w:rsid w:val="00A236E2"/>
    <w:rsid w:val="00A23D97"/>
    <w:rsid w:val="00A50F93"/>
    <w:rsid w:val="00A57109"/>
    <w:rsid w:val="00A6321B"/>
    <w:rsid w:val="00A66878"/>
    <w:rsid w:val="00A71885"/>
    <w:rsid w:val="00A81F57"/>
    <w:rsid w:val="00AA4287"/>
    <w:rsid w:val="00AB2211"/>
    <w:rsid w:val="00AC4B0F"/>
    <w:rsid w:val="00AD54F1"/>
    <w:rsid w:val="00AE10AF"/>
    <w:rsid w:val="00AE5921"/>
    <w:rsid w:val="00AF36C9"/>
    <w:rsid w:val="00AF73D5"/>
    <w:rsid w:val="00B04309"/>
    <w:rsid w:val="00B11DC7"/>
    <w:rsid w:val="00B268EE"/>
    <w:rsid w:val="00B27F41"/>
    <w:rsid w:val="00B33EE8"/>
    <w:rsid w:val="00B36937"/>
    <w:rsid w:val="00B54658"/>
    <w:rsid w:val="00B7411F"/>
    <w:rsid w:val="00B90FC8"/>
    <w:rsid w:val="00B9144A"/>
    <w:rsid w:val="00BB0E9D"/>
    <w:rsid w:val="00BB2DC3"/>
    <w:rsid w:val="00BC49F5"/>
    <w:rsid w:val="00BD21CB"/>
    <w:rsid w:val="00BF26C7"/>
    <w:rsid w:val="00BF5411"/>
    <w:rsid w:val="00BF5FD9"/>
    <w:rsid w:val="00C1488E"/>
    <w:rsid w:val="00C14C46"/>
    <w:rsid w:val="00C160C1"/>
    <w:rsid w:val="00C1629D"/>
    <w:rsid w:val="00C269B7"/>
    <w:rsid w:val="00C30E55"/>
    <w:rsid w:val="00C34998"/>
    <w:rsid w:val="00C41BAF"/>
    <w:rsid w:val="00C513C4"/>
    <w:rsid w:val="00C61388"/>
    <w:rsid w:val="00CB306C"/>
    <w:rsid w:val="00CB5959"/>
    <w:rsid w:val="00CC3751"/>
    <w:rsid w:val="00CD4112"/>
    <w:rsid w:val="00CE3B3B"/>
    <w:rsid w:val="00CE73AE"/>
    <w:rsid w:val="00CF3CE8"/>
    <w:rsid w:val="00D03166"/>
    <w:rsid w:val="00D039C0"/>
    <w:rsid w:val="00D06641"/>
    <w:rsid w:val="00D07FEA"/>
    <w:rsid w:val="00D12C05"/>
    <w:rsid w:val="00D132F0"/>
    <w:rsid w:val="00D157C1"/>
    <w:rsid w:val="00D55932"/>
    <w:rsid w:val="00D7034F"/>
    <w:rsid w:val="00D85A6B"/>
    <w:rsid w:val="00DA0E82"/>
    <w:rsid w:val="00DA1AC6"/>
    <w:rsid w:val="00DA3C5D"/>
    <w:rsid w:val="00DA3D40"/>
    <w:rsid w:val="00DA5285"/>
    <w:rsid w:val="00DA5C52"/>
    <w:rsid w:val="00DB2A29"/>
    <w:rsid w:val="00E06C55"/>
    <w:rsid w:val="00E11E53"/>
    <w:rsid w:val="00E126AC"/>
    <w:rsid w:val="00E33A7A"/>
    <w:rsid w:val="00E375BA"/>
    <w:rsid w:val="00E5705E"/>
    <w:rsid w:val="00E70806"/>
    <w:rsid w:val="00EA0550"/>
    <w:rsid w:val="00EA1473"/>
    <w:rsid w:val="00EA52B5"/>
    <w:rsid w:val="00EB067A"/>
    <w:rsid w:val="00EB7E08"/>
    <w:rsid w:val="00EC1920"/>
    <w:rsid w:val="00EC33D5"/>
    <w:rsid w:val="00EC4459"/>
    <w:rsid w:val="00EC7F8C"/>
    <w:rsid w:val="00ED3297"/>
    <w:rsid w:val="00ED4878"/>
    <w:rsid w:val="00EE1D56"/>
    <w:rsid w:val="00EE1FBA"/>
    <w:rsid w:val="00EF0F8C"/>
    <w:rsid w:val="00EF68BD"/>
    <w:rsid w:val="00EF7D63"/>
    <w:rsid w:val="00F05F4C"/>
    <w:rsid w:val="00F0762D"/>
    <w:rsid w:val="00F10EFE"/>
    <w:rsid w:val="00F36E8D"/>
    <w:rsid w:val="00F430BB"/>
    <w:rsid w:val="00F454F1"/>
    <w:rsid w:val="00F54FD6"/>
    <w:rsid w:val="00F55A0E"/>
    <w:rsid w:val="00F60744"/>
    <w:rsid w:val="00F62681"/>
    <w:rsid w:val="00F62DC4"/>
    <w:rsid w:val="00F65423"/>
    <w:rsid w:val="00F81DBE"/>
    <w:rsid w:val="00F91317"/>
    <w:rsid w:val="00F93BE2"/>
    <w:rsid w:val="00FA795D"/>
    <w:rsid w:val="00FA7A69"/>
    <w:rsid w:val="00FB0719"/>
    <w:rsid w:val="00FB73B7"/>
    <w:rsid w:val="00FC4B01"/>
    <w:rsid w:val="00FD6A8C"/>
    <w:rsid w:val="00FE28D9"/>
    <w:rsid w:val="00FE3682"/>
    <w:rsid w:val="00FF0507"/>
    <w:rsid w:val="00FF0FC9"/>
    <w:rsid w:val="00FF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F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14C4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4</Pages>
  <Words>630</Words>
  <Characters>3591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Zhenis</cp:lastModifiedBy>
  <cp:revision>12</cp:revision>
  <cp:lastPrinted>2014-02-13T16:07:00Z</cp:lastPrinted>
  <dcterms:created xsi:type="dcterms:W3CDTF">2014-02-13T03:38:00Z</dcterms:created>
  <dcterms:modified xsi:type="dcterms:W3CDTF">2014-02-13T16:09:00Z</dcterms:modified>
</cp:coreProperties>
</file>